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916"/>
        <w:gridCol w:w="5938"/>
      </w:tblGrid>
      <w:tr w:rsidR="0077046C" w:rsidRPr="003D1939" w:rsidTr="004C1941">
        <w:trPr>
          <w:trHeight w:val="2268"/>
        </w:trPr>
        <w:tc>
          <w:tcPr>
            <w:tcW w:w="4077" w:type="dxa"/>
            <w:shd w:val="clear" w:color="auto" w:fill="auto"/>
          </w:tcPr>
          <w:p w:rsidR="0077046C" w:rsidRPr="003D1939" w:rsidRDefault="0077046C" w:rsidP="005D4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:rsidR="0077046C" w:rsidRPr="00A44BD1" w:rsidRDefault="0077046C" w:rsidP="005D4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44BD1">
              <w:rPr>
                <w:rFonts w:ascii="Times New Roman" w:hAnsi="Times New Roman"/>
                <w:sz w:val="28"/>
                <w:szCs w:val="24"/>
              </w:rPr>
              <w:t xml:space="preserve">ПРИЛОЖЕНИЕ </w:t>
            </w:r>
            <w:r w:rsidR="00C56DA7" w:rsidRPr="00A44BD1">
              <w:rPr>
                <w:rFonts w:ascii="Times New Roman" w:hAnsi="Times New Roman"/>
                <w:sz w:val="28"/>
                <w:szCs w:val="24"/>
              </w:rPr>
              <w:t xml:space="preserve">№ </w:t>
            </w:r>
            <w:r w:rsidRPr="00A44BD1">
              <w:rPr>
                <w:rFonts w:ascii="Times New Roman" w:hAnsi="Times New Roman"/>
                <w:sz w:val="28"/>
                <w:szCs w:val="24"/>
              </w:rPr>
              <w:t>1</w:t>
            </w:r>
          </w:p>
          <w:p w:rsidR="00B67A20" w:rsidRPr="00A44BD1" w:rsidRDefault="0077046C" w:rsidP="00770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44BD1">
              <w:rPr>
                <w:rFonts w:ascii="Times New Roman" w:hAnsi="Times New Roman"/>
                <w:sz w:val="28"/>
                <w:szCs w:val="24"/>
              </w:rPr>
              <w:t xml:space="preserve">к договору о комплексном развитии </w:t>
            </w:r>
          </w:p>
          <w:p w:rsidR="00B67A20" w:rsidRPr="00A44BD1" w:rsidRDefault="0077046C" w:rsidP="00B67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44BD1">
              <w:rPr>
                <w:rFonts w:ascii="Times New Roman" w:hAnsi="Times New Roman"/>
                <w:sz w:val="28"/>
                <w:szCs w:val="24"/>
              </w:rPr>
              <w:t xml:space="preserve">территории жилой застройки городского округа </w:t>
            </w:r>
            <w:r w:rsidR="00B67A20" w:rsidRPr="00A44BD1">
              <w:rPr>
                <w:rFonts w:ascii="Times New Roman" w:hAnsi="Times New Roman"/>
                <w:sz w:val="28"/>
                <w:szCs w:val="24"/>
              </w:rPr>
              <w:t xml:space="preserve">"Город Архангельск" </w:t>
            </w:r>
            <w:r w:rsidR="00192663" w:rsidRPr="00A44BD1">
              <w:rPr>
                <w:rFonts w:ascii="Times New Roman" w:hAnsi="Times New Roman"/>
                <w:sz w:val="28"/>
                <w:szCs w:val="24"/>
              </w:rPr>
              <w:t xml:space="preserve">в границах части элемента планировочной структуры: </w:t>
            </w:r>
            <w:r w:rsidR="00A44BD1">
              <w:rPr>
                <w:rFonts w:ascii="Times New Roman" w:hAnsi="Times New Roman"/>
                <w:sz w:val="28"/>
                <w:szCs w:val="24"/>
              </w:rPr>
              <w:br/>
            </w:r>
            <w:r w:rsidR="00192663" w:rsidRPr="00A44BD1">
              <w:rPr>
                <w:rFonts w:ascii="Times New Roman" w:hAnsi="Times New Roman"/>
                <w:sz w:val="28"/>
                <w:szCs w:val="24"/>
              </w:rPr>
              <w:t xml:space="preserve">пр. </w:t>
            </w:r>
            <w:proofErr w:type="spellStart"/>
            <w:r w:rsidR="00192663" w:rsidRPr="00A44BD1">
              <w:rPr>
                <w:rFonts w:ascii="Times New Roman" w:hAnsi="Times New Roman"/>
                <w:sz w:val="28"/>
                <w:szCs w:val="24"/>
              </w:rPr>
              <w:t>Сибиряковцев</w:t>
            </w:r>
            <w:proofErr w:type="spellEnd"/>
            <w:r w:rsidR="00192663" w:rsidRPr="00A44BD1">
              <w:rPr>
                <w:rFonts w:ascii="Times New Roman" w:hAnsi="Times New Roman"/>
                <w:sz w:val="28"/>
                <w:szCs w:val="24"/>
              </w:rPr>
              <w:t xml:space="preserve">, </w:t>
            </w:r>
          </w:p>
          <w:p w:rsidR="0077046C" w:rsidRPr="00A44BD1" w:rsidRDefault="00192663" w:rsidP="00B67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44BD1">
              <w:rPr>
                <w:rFonts w:ascii="Times New Roman" w:hAnsi="Times New Roman"/>
                <w:sz w:val="28"/>
                <w:szCs w:val="24"/>
              </w:rPr>
              <w:t xml:space="preserve">просп. </w:t>
            </w:r>
            <w:r w:rsidR="00B67A20" w:rsidRPr="00A44BD1">
              <w:rPr>
                <w:rFonts w:ascii="Times New Roman" w:hAnsi="Times New Roman"/>
                <w:sz w:val="28"/>
                <w:szCs w:val="24"/>
              </w:rPr>
              <w:t xml:space="preserve">Обводный канал, ул. </w:t>
            </w:r>
            <w:proofErr w:type="spellStart"/>
            <w:r w:rsidR="00B67A20" w:rsidRPr="00A44BD1">
              <w:rPr>
                <w:rFonts w:ascii="Times New Roman" w:hAnsi="Times New Roman"/>
                <w:sz w:val="28"/>
                <w:szCs w:val="24"/>
              </w:rPr>
              <w:t>Теснанова</w:t>
            </w:r>
            <w:proofErr w:type="spellEnd"/>
          </w:p>
          <w:p w:rsidR="0077046C" w:rsidRPr="003D1939" w:rsidRDefault="0077046C" w:rsidP="00770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BD1">
              <w:rPr>
                <w:rFonts w:ascii="Times New Roman" w:hAnsi="Times New Roman"/>
                <w:sz w:val="28"/>
                <w:szCs w:val="24"/>
              </w:rPr>
              <w:t>от ___________________№ _____________</w:t>
            </w:r>
          </w:p>
        </w:tc>
      </w:tr>
    </w:tbl>
    <w:p w:rsidR="009D5040" w:rsidRPr="00A44BD1" w:rsidRDefault="009D5040" w:rsidP="00A44B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28"/>
        </w:rPr>
      </w:pPr>
    </w:p>
    <w:p w:rsidR="004C7FB9" w:rsidRPr="00F7495E" w:rsidRDefault="004C7FB9" w:rsidP="00104320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</w:p>
    <w:p w:rsidR="009D5040" w:rsidRDefault="004C7FB9" w:rsidP="009D5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17300" w:rsidRPr="00017300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9D5040" w:rsidRPr="009D5040">
        <w:rPr>
          <w:rFonts w:ascii="Times New Roman" w:hAnsi="Times New Roman"/>
          <w:b/>
          <w:sz w:val="28"/>
          <w:szCs w:val="28"/>
        </w:rPr>
        <w:t xml:space="preserve">пр. </w:t>
      </w:r>
      <w:proofErr w:type="spellStart"/>
      <w:r w:rsidR="009D5040" w:rsidRPr="009D5040">
        <w:rPr>
          <w:rFonts w:ascii="Times New Roman" w:hAnsi="Times New Roman"/>
          <w:b/>
          <w:sz w:val="28"/>
          <w:szCs w:val="28"/>
        </w:rPr>
        <w:t>Сибир</w:t>
      </w:r>
      <w:bookmarkStart w:id="0" w:name="_GoBack"/>
      <w:bookmarkEnd w:id="0"/>
      <w:r w:rsidR="009D5040" w:rsidRPr="009D5040">
        <w:rPr>
          <w:rFonts w:ascii="Times New Roman" w:hAnsi="Times New Roman"/>
          <w:b/>
          <w:sz w:val="28"/>
          <w:szCs w:val="28"/>
        </w:rPr>
        <w:t>яковцев</w:t>
      </w:r>
      <w:proofErr w:type="spellEnd"/>
      <w:r w:rsidR="009D5040" w:rsidRPr="009D5040">
        <w:rPr>
          <w:rFonts w:ascii="Times New Roman" w:hAnsi="Times New Roman"/>
          <w:b/>
          <w:sz w:val="28"/>
          <w:szCs w:val="28"/>
        </w:rPr>
        <w:t xml:space="preserve">, просп. Обводный канал, </w:t>
      </w:r>
    </w:p>
    <w:p w:rsidR="007D0DC7" w:rsidRDefault="009D5040" w:rsidP="009D5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D5040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9D5040">
        <w:rPr>
          <w:rFonts w:ascii="Times New Roman" w:hAnsi="Times New Roman"/>
          <w:b/>
          <w:sz w:val="28"/>
          <w:szCs w:val="28"/>
        </w:rPr>
        <w:t>Теснанова</w:t>
      </w:r>
      <w:proofErr w:type="spellEnd"/>
      <w:r w:rsidR="00E86392">
        <w:rPr>
          <w:rFonts w:ascii="Times New Roman" w:hAnsi="Times New Roman"/>
          <w:b/>
          <w:sz w:val="28"/>
          <w:szCs w:val="28"/>
        </w:rPr>
        <w:t>,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 подлежащей комплексному развитию</w:t>
      </w:r>
      <w:r w:rsidR="0001041B">
        <w:rPr>
          <w:rFonts w:ascii="Times New Roman" w:hAnsi="Times New Roman"/>
          <w:b/>
          <w:sz w:val="28"/>
          <w:szCs w:val="28"/>
        </w:rPr>
        <w:t>, со схемой</w:t>
      </w:r>
      <w:proofErr w:type="gramEnd"/>
    </w:p>
    <w:p w:rsidR="006B1C6D" w:rsidRPr="00104320" w:rsidRDefault="006B1C6D" w:rsidP="009D50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6"/>
        <w:gridCol w:w="2063"/>
        <w:gridCol w:w="1843"/>
        <w:gridCol w:w="2126"/>
        <w:gridCol w:w="2029"/>
      </w:tblGrid>
      <w:tr w:rsidR="004C7FB9" w:rsidRPr="00A52F8A" w:rsidTr="00104320">
        <w:trPr>
          <w:trHeight w:val="20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2663" w:rsidRDefault="005E3367" w:rsidP="00192663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2F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</w:t>
            </w:r>
            <w:r w:rsidR="00192663" w:rsidRPr="0019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границах части элемента планировочной структуры: пр. </w:t>
            </w:r>
            <w:proofErr w:type="spellStart"/>
            <w:r w:rsidR="00192663" w:rsidRPr="0019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Сибиря</w:t>
            </w:r>
            <w:r w:rsidR="0019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ковцев</w:t>
            </w:r>
            <w:proofErr w:type="spellEnd"/>
            <w:r w:rsidR="0019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просп. Обводный канал, </w:t>
            </w:r>
            <w:r w:rsidR="00192663" w:rsidRPr="0019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="00192663" w:rsidRPr="0019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Теснанова</w:t>
            </w:r>
            <w:proofErr w:type="spellEnd"/>
            <w:r w:rsidR="00192663" w:rsidRPr="0019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4C7FB9" w:rsidRPr="00A52F8A" w:rsidRDefault="00192663" w:rsidP="00192663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9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</w:t>
            </w:r>
            <w:proofErr w:type="gramEnd"/>
            <w:r w:rsidRPr="00192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комплексному развитию</w:t>
            </w:r>
          </w:p>
        </w:tc>
      </w:tr>
      <w:tr w:rsidR="005E3367" w:rsidRPr="00A52F8A" w:rsidTr="00A52F8A">
        <w:trPr>
          <w:trHeight w:val="20"/>
          <w:jc w:val="center"/>
        </w:trPr>
        <w:tc>
          <w:tcPr>
            <w:tcW w:w="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A52F8A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A52F8A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A52F8A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A52F8A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A52F8A" w:rsidRDefault="005E3367" w:rsidP="00F749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  <w:tcBorders>
              <w:top w:val="single" w:sz="4" w:space="0" w:color="auto"/>
            </w:tcBorders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653717.35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2520808.54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359°19.5'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653745.38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2520808.21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359°42.2'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98.70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653844.08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2520807.70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358°04.5'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27.99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653872.05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2520806.76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0°01.6'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256.18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654128.23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2520806.88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117°32.6'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206.42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654032.78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2520989.90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179°17.7'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156.06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653876.73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2520991.82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170°53.7'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25.79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653851.27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2520995.90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136°44.7'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2.55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653849.41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2520997.65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268°09.8'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60.23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653847.48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2520937.45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177°55.7'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17.42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653830.07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2520938.08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87°33.1'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43.31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653831.92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2520981.35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109°17.2'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10.20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653828.55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2520990.98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134°55.9'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70.54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653778.73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2521040.92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136°03.4'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3.07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653776.52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2521043.05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225°48.3'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179.51</w:t>
            </w:r>
          </w:p>
        </w:tc>
      </w:tr>
      <w:tr w:rsidR="000A13D9" w:rsidRPr="00A52F8A" w:rsidTr="00A52F8A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653651.38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2520914.34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317°17.1'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46.13</w:t>
            </w:r>
          </w:p>
        </w:tc>
      </w:tr>
      <w:tr w:rsidR="000A13D9" w:rsidRPr="00A52F8A" w:rsidTr="000A13D9">
        <w:trPr>
          <w:trHeight w:val="20"/>
          <w:jc w:val="center"/>
        </w:trPr>
        <w:tc>
          <w:tcPr>
            <w:tcW w:w="976" w:type="dxa"/>
          </w:tcPr>
          <w:p w:rsidR="000A13D9" w:rsidRPr="00A52F8A" w:rsidRDefault="000A13D9" w:rsidP="00347D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F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653685.27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2520883.05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45°38.5'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3.16</w:t>
            </w:r>
          </w:p>
        </w:tc>
      </w:tr>
      <w:tr w:rsidR="000A13D9" w:rsidRPr="00A52F8A" w:rsidTr="000A13D9">
        <w:trPr>
          <w:trHeight w:val="20"/>
          <w:jc w:val="center"/>
        </w:trPr>
        <w:tc>
          <w:tcPr>
            <w:tcW w:w="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0A13D9" w:rsidRPr="00A52F8A" w:rsidTr="000A13D9">
        <w:trPr>
          <w:trHeight w:val="20"/>
          <w:jc w:val="center"/>
        </w:trPr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63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653687.48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2520885.31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48°35.7'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14.77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653697.25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2520896.39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318°06.4'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28.57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653718.52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2520877.31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228°32.5'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653708.59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2520866.07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234°33.7'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3.37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653706.64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2520863.33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317°16.5'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15.14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653717.76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2520853.06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269°28.3'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44.52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653717.35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2520808.54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653799.12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2520831.21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88°42.5'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29.74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653799.79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2520860.94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358°52.9'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9.22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653809.01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2520860.76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91°43.8'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19.87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653808.41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2520880.62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182°54.6'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12.22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653796.21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2520880.00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222°13.2'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3.65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653793.51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2520877.55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181°09.8'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41.88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653751.64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2520876.70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273°01.4'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40.38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653753.77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2520836.38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357°47.8'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17.43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653771.19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2520835.71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268°26.4'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653771.08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2520831.67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359°03.6'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653799.12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2520831.21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653900.78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2520812.37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88°54.5'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28.36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653901.32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2520840.72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358°47.9'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1.43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653902.75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2520840.69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87°58.7'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15.87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653903.31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2520856.55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178°51.9'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25.24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653878.07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2520857.05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268°55.5'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31.45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653877.48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2520825.61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359°01.3'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653881.58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2520825.54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268°54.3'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13.07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653881.33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2520812.47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359°42.3'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19.45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653900.78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2520812.37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13D9" w:rsidRPr="00A52F8A" w:rsidTr="008E7FE5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654008.01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2520955.93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122°27.6'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3.88</w:t>
            </w:r>
          </w:p>
        </w:tc>
      </w:tr>
      <w:tr w:rsidR="000A13D9" w:rsidRPr="00A52F8A" w:rsidTr="008E7FE5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654005.93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2520959.20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178°18.1'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49.60</w:t>
            </w:r>
          </w:p>
        </w:tc>
      </w:tr>
      <w:tr w:rsidR="000A13D9" w:rsidRPr="00A52F8A" w:rsidTr="008E7FE5">
        <w:trPr>
          <w:trHeight w:val="20"/>
          <w:jc w:val="center"/>
        </w:trPr>
        <w:tc>
          <w:tcPr>
            <w:tcW w:w="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0A13D9" w:rsidRPr="00A52F8A" w:rsidTr="000A13D9">
        <w:trPr>
          <w:trHeight w:val="20"/>
          <w:jc w:val="center"/>
        </w:trPr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063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653956.35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2520960.67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267°43.8'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21.46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653955.50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2520939.23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179°34.5'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36.42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653919.08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2520939.50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269°11.3'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40.92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653918.50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2520898.58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268°55.3'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7.97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653918.35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2520890.61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291°09.9'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653922.33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2520880.33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270°51.8'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15.92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653922.57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2520864.41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0°00.0'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24.23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653946.80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2520864.41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268°39.7'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9.42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653946.58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2520854.99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358°51.6'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3.52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653950.10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2520854.92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268°37.3'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15.80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653949.72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2520839.12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359°38.7'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9.69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653959.41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2520839.06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88°39.1'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23.81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653959.97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2520862.86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0°48.4'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4.97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653964.94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2520862.93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11°44.2'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5.26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653970.09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2520864.00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358°07.8'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7.96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653978.05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2520863.74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0°59.9'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11.48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653989.53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2520863.94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353°38.2'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2.71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653992.22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2520863.64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306°57.2'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2.73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653993.86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2520861.46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270°50.1'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8.23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653993.98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2520853.23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0°10.5'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654007.07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2520853.27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89°33.0'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2.55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654007.09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2520855.82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359°32.0'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40.53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654047.62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2520855.49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58°51.1'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16.45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654056.13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2520869.57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119°07.6'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98.86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654008.01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2520955.93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653819.25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2520888.60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88°36.1'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25.00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653819.86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2520913.59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178°36.0'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36.01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653783.86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2520914.47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268°37.5'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</w:tr>
      <w:tr w:rsidR="000A13D9" w:rsidRPr="00A52F8A" w:rsidTr="000A13D9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653783.26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2520889.47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358°36.9'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36.00</w:t>
            </w:r>
          </w:p>
        </w:tc>
      </w:tr>
      <w:tr w:rsidR="000A13D9" w:rsidRPr="00A52F8A" w:rsidTr="000A13D9">
        <w:trPr>
          <w:trHeight w:val="20"/>
          <w:jc w:val="center"/>
        </w:trPr>
        <w:tc>
          <w:tcPr>
            <w:tcW w:w="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13D9" w:rsidRPr="00143B63" w:rsidRDefault="000A13D9" w:rsidP="00DB26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0A13D9" w:rsidRPr="00A52F8A" w:rsidTr="000A13D9">
        <w:trPr>
          <w:trHeight w:val="20"/>
          <w:jc w:val="center"/>
        </w:trPr>
        <w:tc>
          <w:tcPr>
            <w:tcW w:w="976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063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653819.25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2520888.60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653791.44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2520938.32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135°00.0'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0.68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653790.96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2520938.80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49°04.4'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35.34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653814.11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2520965.50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138°34.8'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8.04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653808.08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2520970.82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144°31.7'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8.03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653801.54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2520975.48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133°26.5'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8.32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653795.82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2520981.52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224°12.7'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35.44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653770.42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2520956.81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136°07.4'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0.36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653770.16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2520957.06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226°52.3'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23.39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653754.17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2520939.99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316°27.7'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21.06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653769.44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2520925.48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46°34.6'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6.94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653774.21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2520930.52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316°39.8'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7.07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653779.35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2520925.67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46°17.8'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17.50</w:t>
            </w:r>
          </w:p>
        </w:tc>
      </w:tr>
      <w:tr w:rsidR="000A13D9" w:rsidRPr="00A52F8A" w:rsidTr="00DB26DC">
        <w:trPr>
          <w:trHeight w:val="20"/>
          <w:jc w:val="center"/>
        </w:trPr>
        <w:tc>
          <w:tcPr>
            <w:tcW w:w="97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06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653791.44</w:t>
            </w:r>
          </w:p>
        </w:tc>
        <w:tc>
          <w:tcPr>
            <w:tcW w:w="1843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2520938.32</w:t>
            </w:r>
          </w:p>
        </w:tc>
        <w:tc>
          <w:tcPr>
            <w:tcW w:w="2126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0A13D9" w:rsidRPr="00591877" w:rsidRDefault="000A13D9" w:rsidP="00DB2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27B4A" w:rsidRDefault="00227B4A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  <w:r>
        <w:t>__________</w:t>
      </w: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0A13D9" w:rsidP="00B06D27">
      <w:pPr>
        <w:pStyle w:val="ConsPlusNormal"/>
        <w:jc w:val="center"/>
      </w:pPr>
    </w:p>
    <w:p w:rsidR="000A13D9" w:rsidRDefault="004F5B5C" w:rsidP="00B06D27">
      <w:pPr>
        <w:pStyle w:val="ConsPlusNormal"/>
        <w:jc w:val="center"/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-547776</wp:posOffset>
            </wp:positionH>
            <wp:positionV relativeFrom="paragraph">
              <wp:posOffset>73660</wp:posOffset>
            </wp:positionV>
            <wp:extent cx="6668541" cy="9439275"/>
            <wp:effectExtent l="0" t="0" r="0" b="0"/>
            <wp:wrapNone/>
            <wp:docPr id="3" name="Рисунок 3" descr="схема к договору КРТ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хема к договору КРТ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578" cy="9452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13D9" w:rsidRDefault="000A13D9" w:rsidP="00B06D27">
      <w:pPr>
        <w:pStyle w:val="ConsPlusNormal"/>
        <w:jc w:val="center"/>
      </w:pPr>
    </w:p>
    <w:p w:rsidR="00A8394C" w:rsidRDefault="00A8394C" w:rsidP="00B06D27">
      <w:pPr>
        <w:pStyle w:val="ConsPlusNormal"/>
        <w:jc w:val="center"/>
      </w:pPr>
    </w:p>
    <w:sectPr w:rsidR="00A8394C" w:rsidSect="00FE4FC2">
      <w:headerReference w:type="default" r:id="rId9"/>
      <w:pgSz w:w="11906" w:h="16838"/>
      <w:pgMar w:top="1134" w:right="567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23E" w:rsidRDefault="0040223E" w:rsidP="000A13D9">
      <w:pPr>
        <w:spacing w:after="0" w:line="240" w:lineRule="auto"/>
      </w:pPr>
      <w:r>
        <w:separator/>
      </w:r>
    </w:p>
  </w:endnote>
  <w:endnote w:type="continuationSeparator" w:id="0">
    <w:p w:rsidR="0040223E" w:rsidRDefault="0040223E" w:rsidP="000A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23E" w:rsidRDefault="0040223E" w:rsidP="000A13D9">
      <w:pPr>
        <w:spacing w:after="0" w:line="240" w:lineRule="auto"/>
      </w:pPr>
      <w:r>
        <w:separator/>
      </w:r>
    </w:p>
  </w:footnote>
  <w:footnote w:type="continuationSeparator" w:id="0">
    <w:p w:rsidR="0040223E" w:rsidRDefault="0040223E" w:rsidP="000A1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3D9" w:rsidRPr="000A13D9" w:rsidRDefault="000A13D9" w:rsidP="000A13D9">
    <w:pPr>
      <w:pStyle w:val="a5"/>
      <w:jc w:val="center"/>
      <w:rPr>
        <w:rFonts w:ascii="Times New Roman" w:hAnsi="Times New Roman"/>
        <w:sz w:val="28"/>
        <w:szCs w:val="28"/>
      </w:rPr>
    </w:pPr>
    <w:r w:rsidRPr="000A13D9">
      <w:rPr>
        <w:rFonts w:ascii="Times New Roman" w:hAnsi="Times New Roman"/>
        <w:sz w:val="28"/>
        <w:szCs w:val="28"/>
      </w:rPr>
      <w:fldChar w:fldCharType="begin"/>
    </w:r>
    <w:r w:rsidRPr="000A13D9">
      <w:rPr>
        <w:rFonts w:ascii="Times New Roman" w:hAnsi="Times New Roman"/>
        <w:sz w:val="28"/>
        <w:szCs w:val="28"/>
      </w:rPr>
      <w:instrText>PAGE   \* MERGEFORMAT</w:instrText>
    </w:r>
    <w:r w:rsidRPr="000A13D9">
      <w:rPr>
        <w:rFonts w:ascii="Times New Roman" w:hAnsi="Times New Roman"/>
        <w:sz w:val="28"/>
        <w:szCs w:val="28"/>
      </w:rPr>
      <w:fldChar w:fldCharType="separate"/>
    </w:r>
    <w:r w:rsidR="00FE4FC2">
      <w:rPr>
        <w:rFonts w:ascii="Times New Roman" w:hAnsi="Times New Roman"/>
        <w:noProof/>
        <w:sz w:val="28"/>
        <w:szCs w:val="28"/>
      </w:rPr>
      <w:t>2</w:t>
    </w:r>
    <w:r w:rsidRPr="000A13D9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1041B"/>
    <w:rsid w:val="00017300"/>
    <w:rsid w:val="00025F9E"/>
    <w:rsid w:val="000823B6"/>
    <w:rsid w:val="000A13D9"/>
    <w:rsid w:val="000C52AF"/>
    <w:rsid w:val="000E5ABB"/>
    <w:rsid w:val="00104320"/>
    <w:rsid w:val="0011745B"/>
    <w:rsid w:val="00120919"/>
    <w:rsid w:val="00164288"/>
    <w:rsid w:val="001821E7"/>
    <w:rsid w:val="00192663"/>
    <w:rsid w:val="00227B4A"/>
    <w:rsid w:val="0023067C"/>
    <w:rsid w:val="00255610"/>
    <w:rsid w:val="002846C1"/>
    <w:rsid w:val="002B262A"/>
    <w:rsid w:val="00303D55"/>
    <w:rsid w:val="00347DEA"/>
    <w:rsid w:val="003E3927"/>
    <w:rsid w:val="0040223E"/>
    <w:rsid w:val="004854C6"/>
    <w:rsid w:val="004C1941"/>
    <w:rsid w:val="004C7FB9"/>
    <w:rsid w:val="004D20F4"/>
    <w:rsid w:val="004F5B5C"/>
    <w:rsid w:val="0052641C"/>
    <w:rsid w:val="005273D4"/>
    <w:rsid w:val="00554601"/>
    <w:rsid w:val="005638B6"/>
    <w:rsid w:val="005D4A97"/>
    <w:rsid w:val="005E3367"/>
    <w:rsid w:val="00640D1B"/>
    <w:rsid w:val="00657328"/>
    <w:rsid w:val="00690EE1"/>
    <w:rsid w:val="006956AF"/>
    <w:rsid w:val="006B1C6D"/>
    <w:rsid w:val="006B4073"/>
    <w:rsid w:val="00752836"/>
    <w:rsid w:val="0077046C"/>
    <w:rsid w:val="007D0DC7"/>
    <w:rsid w:val="007E0BE6"/>
    <w:rsid w:val="008811FB"/>
    <w:rsid w:val="008E7FE5"/>
    <w:rsid w:val="00915B3D"/>
    <w:rsid w:val="00934206"/>
    <w:rsid w:val="009A3454"/>
    <w:rsid w:val="009D5040"/>
    <w:rsid w:val="00A44BD1"/>
    <w:rsid w:val="00A52F8A"/>
    <w:rsid w:val="00A8394C"/>
    <w:rsid w:val="00AF75FA"/>
    <w:rsid w:val="00B06D27"/>
    <w:rsid w:val="00B478A1"/>
    <w:rsid w:val="00B67A20"/>
    <w:rsid w:val="00BB1C37"/>
    <w:rsid w:val="00BC1759"/>
    <w:rsid w:val="00C56DA7"/>
    <w:rsid w:val="00CE53F8"/>
    <w:rsid w:val="00DB26DC"/>
    <w:rsid w:val="00E234D0"/>
    <w:rsid w:val="00E26E93"/>
    <w:rsid w:val="00E77B29"/>
    <w:rsid w:val="00E86392"/>
    <w:rsid w:val="00F7495E"/>
    <w:rsid w:val="00F7781F"/>
    <w:rsid w:val="00F879C4"/>
    <w:rsid w:val="00FC1B76"/>
    <w:rsid w:val="00FE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0A13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A13D9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0A13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A13D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0A13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A13D9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0A13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A13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8AF2E-85BA-4105-9473-7403697B5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5</cp:revision>
  <cp:lastPrinted>2025-03-19T08:33:00Z</cp:lastPrinted>
  <dcterms:created xsi:type="dcterms:W3CDTF">2025-03-18T06:38:00Z</dcterms:created>
  <dcterms:modified xsi:type="dcterms:W3CDTF">2025-03-19T08:33:00Z</dcterms:modified>
</cp:coreProperties>
</file>